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0B21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E5C9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E5C94">
        <w:rPr>
          <w:rFonts w:ascii="Corbel" w:hAnsi="Corbel"/>
          <w:bCs/>
          <w:i/>
        </w:rPr>
        <w:t>23</w:t>
      </w:r>
    </w:p>
    <w:p w14:paraId="08EDC3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A6B19" w14:textId="77777777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E72B4">
        <w:rPr>
          <w:rFonts w:ascii="Corbel" w:hAnsi="Corbel"/>
          <w:b/>
          <w:smallCaps/>
          <w:sz w:val="24"/>
          <w:szCs w:val="24"/>
        </w:rPr>
        <w:t xml:space="preserve"> </w:t>
      </w:r>
      <w:r w:rsidR="00056916">
        <w:rPr>
          <w:rFonts w:ascii="Corbel" w:hAnsi="Corbel"/>
          <w:i/>
          <w:smallCaps/>
          <w:sz w:val="24"/>
          <w:szCs w:val="24"/>
        </w:rPr>
        <w:t>2024-2027</w:t>
      </w:r>
    </w:p>
    <w:p w14:paraId="076B5E3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3A0510">
        <w:rPr>
          <w:rFonts w:ascii="Corbel" w:hAnsi="Corbel"/>
          <w:sz w:val="20"/>
          <w:szCs w:val="20"/>
        </w:rPr>
        <w:t>2</w:t>
      </w:r>
      <w:r w:rsidR="00056916">
        <w:rPr>
          <w:rFonts w:ascii="Corbel" w:hAnsi="Corbel"/>
          <w:sz w:val="20"/>
          <w:szCs w:val="20"/>
        </w:rPr>
        <w:t>6</w:t>
      </w:r>
      <w:r w:rsidR="003A0510">
        <w:rPr>
          <w:rFonts w:ascii="Corbel" w:hAnsi="Corbel"/>
          <w:sz w:val="20"/>
          <w:szCs w:val="20"/>
        </w:rPr>
        <w:t>/202</w:t>
      </w:r>
      <w:r w:rsidR="00056916">
        <w:rPr>
          <w:rFonts w:ascii="Corbel" w:hAnsi="Corbel"/>
          <w:sz w:val="20"/>
          <w:szCs w:val="20"/>
        </w:rPr>
        <w:t>7</w:t>
      </w:r>
    </w:p>
    <w:p w14:paraId="3D0A76C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7B10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4FA595" w14:textId="77777777" w:rsidTr="00B819C8">
        <w:tc>
          <w:tcPr>
            <w:tcW w:w="2694" w:type="dxa"/>
            <w:vAlign w:val="center"/>
          </w:tcPr>
          <w:p w14:paraId="6D3B7D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509ACE" w14:textId="77777777" w:rsidR="0085747A" w:rsidRPr="00241177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1177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66646B30" w14:textId="77777777" w:rsidTr="00B819C8">
        <w:tc>
          <w:tcPr>
            <w:tcW w:w="2694" w:type="dxa"/>
            <w:vAlign w:val="center"/>
          </w:tcPr>
          <w:p w14:paraId="2B9009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C2272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1A538A3" w14:textId="77777777" w:rsidTr="00B819C8">
        <w:tc>
          <w:tcPr>
            <w:tcW w:w="2694" w:type="dxa"/>
            <w:vAlign w:val="center"/>
          </w:tcPr>
          <w:p w14:paraId="35710BD8" w14:textId="77777777" w:rsidR="0085747A" w:rsidRPr="009C54AE" w:rsidRDefault="00992C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E03D87" w14:textId="77777777" w:rsidR="0085747A" w:rsidRPr="009C54AE" w:rsidRDefault="00992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2812D2" w14:textId="77777777" w:rsidTr="00B819C8">
        <w:tc>
          <w:tcPr>
            <w:tcW w:w="2694" w:type="dxa"/>
            <w:vAlign w:val="center"/>
          </w:tcPr>
          <w:p w14:paraId="4A7AA1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9F08F9" w14:textId="77777777" w:rsidR="0085747A" w:rsidRPr="009C54AE" w:rsidRDefault="00992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B2880" w14:textId="77777777" w:rsidTr="00B819C8">
        <w:tc>
          <w:tcPr>
            <w:tcW w:w="2694" w:type="dxa"/>
            <w:vAlign w:val="center"/>
          </w:tcPr>
          <w:p w14:paraId="5166DE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6DEBC7" w14:textId="77777777"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A5A9A">
              <w:rPr>
                <w:rFonts w:ascii="Corbel" w:hAnsi="Corbel"/>
                <w:b w:val="0"/>
                <w:sz w:val="24"/>
                <w:szCs w:val="24"/>
              </w:rPr>
              <w:t>, specjalność opiekuńczo- wychowawcza</w:t>
            </w:r>
          </w:p>
        </w:tc>
      </w:tr>
      <w:tr w:rsidR="0085747A" w:rsidRPr="009C54AE" w14:paraId="2CF11C83" w14:textId="77777777" w:rsidTr="00B819C8">
        <w:tc>
          <w:tcPr>
            <w:tcW w:w="2694" w:type="dxa"/>
            <w:vAlign w:val="center"/>
          </w:tcPr>
          <w:p w14:paraId="274DB6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5B69A7" w14:textId="77777777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7666E92B" w14:textId="77777777" w:rsidTr="00B819C8">
        <w:tc>
          <w:tcPr>
            <w:tcW w:w="2694" w:type="dxa"/>
            <w:vAlign w:val="center"/>
          </w:tcPr>
          <w:p w14:paraId="38DF96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97961E" w14:textId="77777777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5870EE" w14:textId="77777777" w:rsidTr="00B819C8">
        <w:tc>
          <w:tcPr>
            <w:tcW w:w="2694" w:type="dxa"/>
            <w:vAlign w:val="center"/>
          </w:tcPr>
          <w:p w14:paraId="650C02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CC5152" w14:textId="77777777" w:rsidR="0085747A" w:rsidRPr="009C54AE" w:rsidRDefault="00466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666E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A5A9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B8330D9" w14:textId="77777777" w:rsidTr="00B819C8">
        <w:tc>
          <w:tcPr>
            <w:tcW w:w="2694" w:type="dxa"/>
            <w:vAlign w:val="center"/>
          </w:tcPr>
          <w:p w14:paraId="68F158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EB009D" w14:textId="77777777"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III, sem. 5 i 6</w:t>
            </w:r>
          </w:p>
        </w:tc>
      </w:tr>
      <w:tr w:rsidR="0085747A" w:rsidRPr="009C54AE" w14:paraId="49F84E00" w14:textId="77777777" w:rsidTr="00B819C8">
        <w:tc>
          <w:tcPr>
            <w:tcW w:w="2694" w:type="dxa"/>
            <w:vAlign w:val="center"/>
          </w:tcPr>
          <w:p w14:paraId="42F5B5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51D8D5" w14:textId="77777777"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FC85B1D" w14:textId="77777777" w:rsidTr="00B819C8">
        <w:tc>
          <w:tcPr>
            <w:tcW w:w="2694" w:type="dxa"/>
            <w:vAlign w:val="center"/>
          </w:tcPr>
          <w:p w14:paraId="55D542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539D59" w14:textId="77777777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0EA550" w14:textId="77777777" w:rsidTr="00B819C8">
        <w:tc>
          <w:tcPr>
            <w:tcW w:w="2694" w:type="dxa"/>
            <w:vAlign w:val="center"/>
          </w:tcPr>
          <w:p w14:paraId="345C44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AC4CE4" w14:textId="77777777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14686384" w14:textId="77777777" w:rsidTr="00B819C8">
        <w:tc>
          <w:tcPr>
            <w:tcW w:w="2694" w:type="dxa"/>
            <w:vAlign w:val="center"/>
          </w:tcPr>
          <w:p w14:paraId="47E8C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9197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3BE702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72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E27B8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A932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401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F66C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BF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82956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E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DF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4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14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95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63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C4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FD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C0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88B58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D9EA" w14:textId="3CE39A75" w:rsidR="00015B8F" w:rsidRPr="009C54AE" w:rsidRDefault="00300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A4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2852" w14:textId="6E984437" w:rsidR="00015B8F" w:rsidRPr="009C54AE" w:rsidRDefault="00300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A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19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B2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50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5C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5B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9116" w14:textId="103E4BFF" w:rsidR="00015B8F" w:rsidRPr="009C54AE" w:rsidRDefault="00300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8C4CE5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199D" w14:textId="02A94284" w:rsidR="0030395F" w:rsidRPr="009C54AE" w:rsidRDefault="00300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9B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2A1" w14:textId="627DEA17" w:rsidR="0030395F" w:rsidRPr="009C54AE" w:rsidRDefault="00300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F0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33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D31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C5B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9F3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E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3C0E" w14:textId="40F62810" w:rsidR="0030395F" w:rsidRPr="009C54AE" w:rsidRDefault="00300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14:paraId="412D81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C283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3411E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9F2768" w14:textId="77777777" w:rsidR="0085747A" w:rsidRPr="00D31C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31C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72B770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642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30E02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2C1466C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6CD2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E875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6931" w14:textId="77777777" w:rsidTr="00745302">
        <w:tc>
          <w:tcPr>
            <w:tcW w:w="9670" w:type="dxa"/>
          </w:tcPr>
          <w:p w14:paraId="20E07767" w14:textId="77777777" w:rsidR="00D31CD4" w:rsidRPr="00531BAC" w:rsidRDefault="00D31CD4" w:rsidP="00D3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14:paraId="5E517D10" w14:textId="77777777" w:rsidR="0085747A" w:rsidRPr="00531BAC" w:rsidRDefault="006A5A9A" w:rsidP="00D31CD4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531BA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wychowania, wprowadzenie do</w:t>
            </w:r>
            <w:r w:rsidR="00D31CD4" w:rsidRPr="00531BA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 metodologii badań pedagogicznych i diagnostyka</w:t>
            </w:r>
          </w:p>
          <w:p w14:paraId="7737B61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E04D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09F3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BD30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CD4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3063B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9F595A9" w14:textId="77777777" w:rsidTr="00923D7D">
        <w:tc>
          <w:tcPr>
            <w:tcW w:w="851" w:type="dxa"/>
            <w:vAlign w:val="center"/>
          </w:tcPr>
          <w:p w14:paraId="256E77FE" w14:textId="77777777" w:rsidR="0085747A" w:rsidRPr="00531BA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1B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FDFF34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</w:p>
          <w:p w14:paraId="40341CA5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</w:p>
          <w:p w14:paraId="2A3BCCF8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</w:p>
          <w:p w14:paraId="53331691" w14:textId="77777777" w:rsidR="0085747A" w:rsidRPr="00531BAC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1BAC">
              <w:rPr>
                <w:rFonts w:ascii="Corbel" w:hAnsi="Corbel" w:cs="DejaVuSans"/>
                <w:b w:val="0"/>
                <w:sz w:val="24"/>
                <w:szCs w:val="24"/>
              </w:rPr>
              <w:t>młodzieży oraz ogólnych zasad ich konstruowania i ewaluacji</w:t>
            </w:r>
          </w:p>
        </w:tc>
      </w:tr>
      <w:tr w:rsidR="0085747A" w:rsidRPr="009C54AE" w14:paraId="0BD51DA0" w14:textId="77777777" w:rsidTr="00923D7D">
        <w:tc>
          <w:tcPr>
            <w:tcW w:w="851" w:type="dxa"/>
            <w:vAlign w:val="center"/>
          </w:tcPr>
          <w:p w14:paraId="0D7B5E32" w14:textId="77777777" w:rsidR="0085747A" w:rsidRPr="00531BAC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1B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D969EC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14:paraId="3FC160B2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 w szkole w</w:t>
            </w:r>
          </w:p>
          <w:p w14:paraId="78A75DF5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</w:p>
          <w:p w14:paraId="47CC8347" w14:textId="77777777" w:rsidR="0085747A" w:rsidRPr="00531BAC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1BAC">
              <w:rPr>
                <w:rFonts w:ascii="Corbel" w:hAnsi="Corbel" w:cs="DejaVuSans"/>
                <w:b w:val="0"/>
                <w:sz w:val="24"/>
                <w:szCs w:val="24"/>
              </w:rPr>
              <w:t>potrzeb</w:t>
            </w:r>
          </w:p>
        </w:tc>
      </w:tr>
      <w:tr w:rsidR="0085747A" w:rsidRPr="009C54AE" w14:paraId="64D263C1" w14:textId="77777777" w:rsidTr="00923D7D">
        <w:tc>
          <w:tcPr>
            <w:tcW w:w="851" w:type="dxa"/>
            <w:vAlign w:val="center"/>
          </w:tcPr>
          <w:p w14:paraId="09DE4D02" w14:textId="77777777" w:rsidR="0085747A" w:rsidRPr="00531BA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1BA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 w:rsidRPr="00531B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3CFCF3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14:paraId="2EC0CB19" w14:textId="77777777" w:rsidR="00951286" w:rsidRPr="00531BAC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</w:p>
          <w:p w14:paraId="353C493C" w14:textId="77777777" w:rsidR="0085747A" w:rsidRPr="00531BAC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1BAC">
              <w:rPr>
                <w:rFonts w:ascii="Corbel" w:hAnsi="Corbel" w:cs="DejaVuSans"/>
                <w:b w:val="0"/>
                <w:sz w:val="24"/>
                <w:szCs w:val="24"/>
              </w:rPr>
              <w:t>rozwijania kompetencji w tym zakresie;</w:t>
            </w:r>
          </w:p>
        </w:tc>
      </w:tr>
    </w:tbl>
    <w:p w14:paraId="7649B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21EB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E53260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0A4D5BB" w14:textId="77777777" w:rsidTr="006666EC">
        <w:tc>
          <w:tcPr>
            <w:tcW w:w="1679" w:type="dxa"/>
            <w:vAlign w:val="center"/>
          </w:tcPr>
          <w:p w14:paraId="36E770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67E0400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104D2D7" w14:textId="77777777" w:rsidR="005B45C4" w:rsidRPr="009C54AE" w:rsidRDefault="005B45C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1193F7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5B3C8D" w14:textId="77777777" w:rsidTr="006666EC">
        <w:tc>
          <w:tcPr>
            <w:tcW w:w="1679" w:type="dxa"/>
          </w:tcPr>
          <w:p w14:paraId="5EA839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6B00A46" w14:textId="77777777"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14:paraId="5A870D0C" w14:textId="77777777"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</w:p>
          <w:p w14:paraId="0A0C7BAD" w14:textId="77777777"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14:paraId="1BF1480F" w14:textId="77777777" w:rsidR="0085747A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14:paraId="1266215F" w14:textId="77777777" w:rsid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731AFCA5" w14:textId="77777777"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576F648F" w14:textId="77777777" w:rsidTr="006666EC">
        <w:tc>
          <w:tcPr>
            <w:tcW w:w="1679" w:type="dxa"/>
          </w:tcPr>
          <w:p w14:paraId="602EDB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B0DEDF" w14:textId="77777777"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14:paraId="1C62B222" w14:textId="77777777"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</w:p>
          <w:p w14:paraId="115880C5" w14:textId="77777777" w:rsidR="0085747A" w:rsidRPr="006666EC" w:rsidRDefault="0085747A" w:rsidP="001A27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B50D050" w14:textId="77777777" w:rsidR="006666EC" w:rsidRDefault="006666EC" w:rsidP="006666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K_W09</w:t>
            </w:r>
          </w:p>
          <w:p w14:paraId="36543483" w14:textId="77777777"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14:paraId="022C3F4C" w14:textId="77777777" w:rsidTr="006666EC">
        <w:tc>
          <w:tcPr>
            <w:tcW w:w="1679" w:type="dxa"/>
          </w:tcPr>
          <w:p w14:paraId="6771B7BC" w14:textId="77777777"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0A295D2" w14:textId="77777777"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uje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14:paraId="485A49B1" w14:textId="77777777"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4AC9F22D" w14:textId="77777777"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14:paraId="405C913F" w14:textId="77777777"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14:paraId="3A3D031E" w14:textId="77777777" w:rsidR="006666EC" w:rsidRPr="001A278F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14:paraId="51AD5895" w14:textId="77777777" w:rsidR="006666EC" w:rsidRPr="001A278F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14:paraId="6874E92F" w14:textId="77777777" w:rsidTr="006666EC">
        <w:tc>
          <w:tcPr>
            <w:tcW w:w="1679" w:type="dxa"/>
          </w:tcPr>
          <w:p w14:paraId="7685010D" w14:textId="77777777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A29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666E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678643A3" w14:textId="77777777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Ocenia krytycznie poziom swojej wiedzy w zakresie profilaktyki i przejawia motywację do samodoskonalenia</w:t>
            </w:r>
          </w:p>
        </w:tc>
        <w:tc>
          <w:tcPr>
            <w:tcW w:w="1865" w:type="dxa"/>
          </w:tcPr>
          <w:p w14:paraId="24DDB4FC" w14:textId="77777777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8228E68" w14:textId="77777777"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E1FEC" w14:textId="77777777"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DB690A" w14:textId="77777777"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598956" w14:textId="77777777"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F686E1" w14:textId="77777777" w:rsidR="006666EC" w:rsidRDefault="006666E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A12906" w14:textId="77777777" w:rsidR="006666EC" w:rsidRDefault="006666E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AFA95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013A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40CC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4AFD62F" w14:textId="77777777" w:rsidTr="00923D7D">
        <w:tc>
          <w:tcPr>
            <w:tcW w:w="9639" w:type="dxa"/>
          </w:tcPr>
          <w:p w14:paraId="66F0887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5ABEB1" w14:textId="77777777" w:rsidTr="00923D7D">
        <w:tc>
          <w:tcPr>
            <w:tcW w:w="9639" w:type="dxa"/>
          </w:tcPr>
          <w:p w14:paraId="58B88F3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C86D4D8" w14:textId="77777777" w:rsidTr="00923D7D">
        <w:tc>
          <w:tcPr>
            <w:tcW w:w="9639" w:type="dxa"/>
          </w:tcPr>
          <w:p w14:paraId="23526F5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BEBE33E" w14:textId="77777777" w:rsidTr="00923D7D">
        <w:tc>
          <w:tcPr>
            <w:tcW w:w="9639" w:type="dxa"/>
          </w:tcPr>
          <w:p w14:paraId="4BA033B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79A87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4119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58894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31CA46" w14:textId="77777777" w:rsidTr="00923D7D">
        <w:tc>
          <w:tcPr>
            <w:tcW w:w="9639" w:type="dxa"/>
          </w:tcPr>
          <w:p w14:paraId="13BFBFE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5F24C9" w14:textId="77777777" w:rsidTr="00923D7D">
        <w:tc>
          <w:tcPr>
            <w:tcW w:w="9639" w:type="dxa"/>
          </w:tcPr>
          <w:p w14:paraId="1729B29A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Zajęcia organizacyjne - treści programowe, warunki zaliczenia, literatura,</w:t>
            </w:r>
          </w:p>
          <w:p w14:paraId="35B58940" w14:textId="77777777" w:rsidR="0085747A" w:rsidRPr="00531BAC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3963E336" w14:textId="77777777" w:rsidTr="00923D7D">
        <w:tc>
          <w:tcPr>
            <w:tcW w:w="9639" w:type="dxa"/>
          </w:tcPr>
          <w:p w14:paraId="2D12DFE7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</w:p>
          <w:p w14:paraId="48247330" w14:textId="77777777" w:rsidR="0085747A" w:rsidRPr="00531BAC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7F4B9CCF" w14:textId="77777777" w:rsidTr="00923D7D">
        <w:tc>
          <w:tcPr>
            <w:tcW w:w="9639" w:type="dxa"/>
          </w:tcPr>
          <w:p w14:paraId="4810623D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</w:p>
          <w:p w14:paraId="37958CE9" w14:textId="77777777" w:rsidR="0085747A" w:rsidRPr="00531BAC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5CA3C3F5" w14:textId="77777777" w:rsidTr="00923D7D">
        <w:tc>
          <w:tcPr>
            <w:tcW w:w="9639" w:type="dxa"/>
          </w:tcPr>
          <w:p w14:paraId="12CBAD0F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</w:p>
          <w:p w14:paraId="2ABAD5AB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przedmiot i podmiot działań profilaktycznych - potrzeba współpracy.</w:t>
            </w:r>
          </w:p>
        </w:tc>
      </w:tr>
      <w:tr w:rsidR="00FB2151" w:rsidRPr="009C54AE" w14:paraId="783C1996" w14:textId="77777777" w:rsidTr="00923D7D">
        <w:tc>
          <w:tcPr>
            <w:tcW w:w="9639" w:type="dxa"/>
          </w:tcPr>
          <w:p w14:paraId="11A168BF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Szkolne i środowiskowe programy profilaktyczne – aspekty prawne i zasady.</w:t>
            </w:r>
          </w:p>
        </w:tc>
      </w:tr>
      <w:tr w:rsidR="00FB2151" w:rsidRPr="009C54AE" w14:paraId="6C6EF656" w14:textId="77777777" w:rsidTr="00923D7D">
        <w:tc>
          <w:tcPr>
            <w:tcW w:w="9639" w:type="dxa"/>
          </w:tcPr>
          <w:p w14:paraId="34AE8428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</w:p>
          <w:p w14:paraId="2610C554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</w:p>
        </w:tc>
      </w:tr>
      <w:tr w:rsidR="00FB2151" w:rsidRPr="009C54AE" w14:paraId="2A992C85" w14:textId="77777777" w:rsidTr="00923D7D">
        <w:tc>
          <w:tcPr>
            <w:tcW w:w="9639" w:type="dxa"/>
          </w:tcPr>
          <w:p w14:paraId="77ED44BD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</w:p>
          <w:p w14:paraId="6472FE78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projektowych</w:t>
            </w:r>
          </w:p>
        </w:tc>
      </w:tr>
      <w:tr w:rsidR="00FB2151" w:rsidRPr="009C54AE" w14:paraId="090DEB01" w14:textId="77777777" w:rsidTr="00923D7D">
        <w:tc>
          <w:tcPr>
            <w:tcW w:w="9639" w:type="dxa"/>
          </w:tcPr>
          <w:p w14:paraId="514DA582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14:paraId="2AD35919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</w:p>
        </w:tc>
      </w:tr>
      <w:tr w:rsidR="00FB2151" w:rsidRPr="009C54AE" w14:paraId="0E370974" w14:textId="77777777" w:rsidTr="00923D7D">
        <w:tc>
          <w:tcPr>
            <w:tcW w:w="9639" w:type="dxa"/>
          </w:tcPr>
          <w:p w14:paraId="75FD2D72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</w:p>
          <w:p w14:paraId="0CC57570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4461BC73" w14:textId="77777777" w:rsidTr="00923D7D">
        <w:tc>
          <w:tcPr>
            <w:tcW w:w="9639" w:type="dxa"/>
          </w:tcPr>
          <w:p w14:paraId="707270B8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</w:p>
          <w:p w14:paraId="715B2AEB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Uczeń z problemami natury emocjonalnej i zaburzeniami zachowania -</w:t>
            </w:r>
          </w:p>
          <w:p w14:paraId="518A5EC0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</w:p>
        </w:tc>
      </w:tr>
      <w:tr w:rsidR="00FB2151" w:rsidRPr="009C54AE" w14:paraId="6B8AD6E2" w14:textId="77777777" w:rsidTr="00923D7D">
        <w:tc>
          <w:tcPr>
            <w:tcW w:w="9639" w:type="dxa"/>
          </w:tcPr>
          <w:p w14:paraId="7487534D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14:paraId="0693B4C6" w14:textId="77777777" w:rsidR="00FB2151" w:rsidRPr="00531BAC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0A274D42" w14:textId="77777777" w:rsidTr="00923D7D">
        <w:tc>
          <w:tcPr>
            <w:tcW w:w="9639" w:type="dxa"/>
          </w:tcPr>
          <w:p w14:paraId="48629CD4" w14:textId="6F8FFEE2" w:rsidR="00FB2151" w:rsidRPr="00531BAC" w:rsidRDefault="00953256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Zaliczenie</w:t>
            </w:r>
            <w:r w:rsidR="00FB2151"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>prezentacja</w:t>
            </w:r>
            <w:r w:rsidR="00FB2151" w:rsidRPr="00531B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prac projektowych.</w:t>
            </w:r>
          </w:p>
        </w:tc>
      </w:tr>
    </w:tbl>
    <w:p w14:paraId="20CB81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43E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B77D0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1744C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75772C2" w14:textId="77777777"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</w:p>
    <w:p w14:paraId="022BB3CD" w14:textId="77777777"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9D7C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B136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6732C3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7453A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BA42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8BA3EE" w14:textId="77777777" w:rsidTr="00C05F44">
        <w:tc>
          <w:tcPr>
            <w:tcW w:w="1985" w:type="dxa"/>
            <w:vAlign w:val="center"/>
          </w:tcPr>
          <w:p w14:paraId="5CA091C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7045B3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D2B955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0BD31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AECA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0A061F8" w14:textId="77777777" w:rsidTr="00C05F44">
        <w:tc>
          <w:tcPr>
            <w:tcW w:w="1985" w:type="dxa"/>
          </w:tcPr>
          <w:p w14:paraId="601CB7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48BA911C" w14:textId="7160FFAA" w:rsidR="0085747A" w:rsidRPr="00076F58" w:rsidRDefault="00953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385DC6CC" w14:textId="77777777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6E41C3B7" w14:textId="77777777" w:rsidTr="00C05F44">
        <w:tc>
          <w:tcPr>
            <w:tcW w:w="1985" w:type="dxa"/>
          </w:tcPr>
          <w:p w14:paraId="23DB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DED5F8" w14:textId="7EB65998" w:rsidR="0085747A" w:rsidRPr="00076F58" w:rsidRDefault="00953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076F58" w:rsidRPr="00076F58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07C3668C" w14:textId="77777777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BFE24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A8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05C45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F494BD" w14:textId="77777777" w:rsidTr="00923D7D">
        <w:tc>
          <w:tcPr>
            <w:tcW w:w="9670" w:type="dxa"/>
          </w:tcPr>
          <w:p w14:paraId="14750F9F" w14:textId="77777777" w:rsidR="00953256" w:rsidRPr="0054523A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4523A">
              <w:rPr>
                <w:rFonts w:ascii="Corbel" w:hAnsi="Corbel" w:cs="DejaVuSans"/>
                <w:sz w:val="24"/>
                <w:szCs w:val="24"/>
                <w:lang w:eastAsia="pl-PL"/>
              </w:rPr>
              <w:t>Aktywny udział w zajęciach, pozytywna ocena z pracy projektowej (</w:t>
            </w:r>
            <w:r w:rsidRPr="0054523A">
              <w:rPr>
                <w:rFonts w:ascii="Corbel" w:hAnsi="Corbel"/>
                <w:sz w:val="24"/>
                <w:szCs w:val="24"/>
              </w:rPr>
              <w:t xml:space="preserve">ocena  zależna  od  solidności przygotowania,  wykorzystania  literatury,  przypisów,  treści merytorycznej) </w:t>
            </w:r>
            <w:r w:rsidRPr="0054523A">
              <w:rPr>
                <w:rFonts w:ascii="Corbel" w:hAnsi="Corbel" w:cs="DejaVuSans"/>
                <w:sz w:val="24"/>
                <w:szCs w:val="24"/>
                <w:lang w:eastAsia="pl-PL"/>
              </w:rPr>
              <w:t>i z zaliczenia</w:t>
            </w:r>
          </w:p>
          <w:p w14:paraId="69E503FA" w14:textId="77777777" w:rsidR="00953256" w:rsidRPr="0054523A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11D67706" w14:textId="77777777" w:rsidR="00953256" w:rsidRPr="0054523A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4523A">
              <w:rPr>
                <w:rFonts w:ascii="Corbel" w:hAnsi="Corbel" w:cs="DejaVuSans"/>
                <w:sz w:val="24"/>
                <w:szCs w:val="24"/>
                <w:lang w:eastAsia="pl-PL"/>
              </w:rPr>
              <w:t>Zaliczenie w formie pisemnej lub ustnej</w:t>
            </w:r>
          </w:p>
          <w:p w14:paraId="6BA0D58D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>W ocenie stosuje się następujące kryteria:</w:t>
            </w:r>
          </w:p>
          <w:p w14:paraId="142D8127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14:paraId="30C0839F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14:paraId="6486250E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14:paraId="09487011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14:paraId="3AFFF7D2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 xml:space="preserve">Ocena 3,0 – 50-59% poprawnych odpowiedzi </w:t>
            </w:r>
          </w:p>
          <w:p w14:paraId="08D2FD3F" w14:textId="77777777" w:rsidR="00953256" w:rsidRPr="0054523A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523A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  <w:p w14:paraId="34356F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FACB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BF0D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31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32EBD41" w14:textId="77777777" w:rsidTr="003E1941">
        <w:tc>
          <w:tcPr>
            <w:tcW w:w="4962" w:type="dxa"/>
            <w:vAlign w:val="center"/>
          </w:tcPr>
          <w:p w14:paraId="762314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6CC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2B314A" w14:textId="77777777" w:rsidTr="00923D7D">
        <w:tc>
          <w:tcPr>
            <w:tcW w:w="4962" w:type="dxa"/>
          </w:tcPr>
          <w:p w14:paraId="731F38BB" w14:textId="77777777" w:rsidR="0085747A" w:rsidRPr="009C54AE" w:rsidRDefault="00C61DC5" w:rsidP="008E5C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4A3314">
              <w:t xml:space="preserve"> </w:t>
            </w:r>
            <w:r w:rsidR="0045729E" w:rsidRPr="009C1331">
              <w:t>harmonogramu</w:t>
            </w:r>
            <w:r w:rsidR="004A331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D06123" w14:textId="77777777"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BCA1B09" w14:textId="77777777" w:rsidTr="00923D7D">
        <w:tc>
          <w:tcPr>
            <w:tcW w:w="4962" w:type="dxa"/>
          </w:tcPr>
          <w:p w14:paraId="3C0EB8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65C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99F353D" w14:textId="77777777" w:rsidR="00C61DC5" w:rsidRPr="009C54AE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4201EC2" w14:textId="77777777" w:rsidTr="00923D7D">
        <w:tc>
          <w:tcPr>
            <w:tcW w:w="4962" w:type="dxa"/>
          </w:tcPr>
          <w:p w14:paraId="537BF2BF" w14:textId="77777777"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551C785B" w14:textId="77777777" w:rsidR="00C26248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0421546" w14:textId="77777777" w:rsidR="00C26248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4236EC95" w14:textId="77777777" w:rsidR="00C61DC5" w:rsidRPr="009C54AE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14:paraId="501ED4EA" w14:textId="36DECE44" w:rsidR="00C61DC5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  <w:r w:rsidR="0054523A">
              <w:rPr>
                <w:rFonts w:ascii="Corbel" w:hAnsi="Corbel"/>
                <w:sz w:val="24"/>
                <w:szCs w:val="24"/>
              </w:rPr>
              <w:t>:</w:t>
            </w:r>
          </w:p>
          <w:p w14:paraId="49DAE51B" w14:textId="77777777" w:rsidR="00C26248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941D50" w14:textId="77777777"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6358477" w14:textId="77777777"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E27B38E" w14:textId="77777777" w:rsidR="00C26248" w:rsidRPr="009C54AE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14:paraId="0EC5C393" w14:textId="77777777" w:rsidTr="00923D7D">
        <w:tc>
          <w:tcPr>
            <w:tcW w:w="4962" w:type="dxa"/>
          </w:tcPr>
          <w:p w14:paraId="1F48DF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C4678F" w14:textId="77777777"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AFBB6F7" w14:textId="77777777" w:rsidTr="00923D7D">
        <w:tc>
          <w:tcPr>
            <w:tcW w:w="4962" w:type="dxa"/>
          </w:tcPr>
          <w:p w14:paraId="53ECA4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5FB6FC" w14:textId="77777777"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A6FE4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755D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C09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F0B7C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501F02" w14:textId="77777777" w:rsidTr="0071620A">
        <w:trPr>
          <w:trHeight w:val="397"/>
        </w:trPr>
        <w:tc>
          <w:tcPr>
            <w:tcW w:w="3544" w:type="dxa"/>
          </w:tcPr>
          <w:p w14:paraId="76BDB8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4F7BE0" w14:textId="77777777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9A78378" w14:textId="77777777" w:rsidTr="0071620A">
        <w:trPr>
          <w:trHeight w:val="397"/>
        </w:trPr>
        <w:tc>
          <w:tcPr>
            <w:tcW w:w="3544" w:type="dxa"/>
          </w:tcPr>
          <w:p w14:paraId="6FC279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B73636" w14:textId="77777777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A6B61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966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43507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3256" w:rsidRPr="009C54AE" w14:paraId="334546E6" w14:textId="77777777" w:rsidTr="0071620A">
        <w:trPr>
          <w:trHeight w:val="397"/>
        </w:trPr>
        <w:tc>
          <w:tcPr>
            <w:tcW w:w="7513" w:type="dxa"/>
          </w:tcPr>
          <w:p w14:paraId="0A798B07" w14:textId="77777777" w:rsidR="00953256" w:rsidRPr="00B159D9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73D73E57" w14:textId="77777777" w:rsidR="00953256" w:rsidRPr="00B159D9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t xml:space="preserve">Borowik J., </w:t>
            </w:r>
            <w:r w:rsidRPr="00B159D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Działania wychowawczo-profilaktyczne a diagnoza potrzeb środowiska szkolnego, </w:t>
            </w:r>
            <w:r w:rsidRPr="00B159D9">
              <w:rPr>
                <w:rFonts w:ascii="Corbel" w:hAnsi="Corbel"/>
                <w:b w:val="0"/>
                <w:smallCaps w:val="0"/>
                <w:sz w:val="22"/>
              </w:rPr>
              <w:t>Warszawa 2018.</w:t>
            </w:r>
          </w:p>
          <w:p w14:paraId="237F95A7" w14:textId="77777777" w:rsidR="00953256" w:rsidRPr="00B159D9" w:rsidRDefault="00953256" w:rsidP="00953256">
            <w:pPr>
              <w:pStyle w:val="Punktygwne"/>
              <w:spacing w:before="0" w:after="0"/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</w:pPr>
            <w:r w:rsidRPr="00B159D9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lastRenderedPageBreak/>
              <w:t xml:space="preserve">Gaś Z.B., Poleszak W., </w:t>
            </w:r>
            <w:r w:rsidRPr="00B159D9">
              <w:rPr>
                <w:rFonts w:ascii="Corbel" w:hAnsi="Corbel" w:cs="DejaVuSans"/>
                <w:b w:val="0"/>
                <w:bCs/>
                <w:i/>
                <w:iCs/>
                <w:smallCaps w:val="0"/>
                <w:sz w:val="22"/>
                <w:lang w:eastAsia="pl-PL"/>
              </w:rPr>
              <w:t xml:space="preserve">Opracowujemy i ewaluujemy program wychowawczo- profilaktyczny szkoły, </w:t>
            </w:r>
            <w:r w:rsidRPr="00B159D9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t>ORE, Warszawa 2017</w:t>
            </w:r>
          </w:p>
          <w:p w14:paraId="709CFFDB" w14:textId="77777777" w:rsidR="00953256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Pisarska A., </w:t>
            </w:r>
            <w:r w:rsidRPr="00B159D9">
              <w:rPr>
                <w:rFonts w:ascii="Corbel" w:hAnsi="Corbel"/>
                <w:b w:val="0"/>
                <w:bCs/>
                <w:i/>
                <w:iCs/>
                <w:smallCaps w:val="0"/>
                <w:sz w:val="22"/>
              </w:rPr>
              <w:t xml:space="preserve">Oddziaływać skutecznie, profilaktyka oparta na podstawach naukowych i dowodach, </w:t>
            </w:r>
            <w:r w:rsidRPr="00B159D9">
              <w:rPr>
                <w:rFonts w:ascii="Corbel" w:hAnsi="Corbel"/>
                <w:b w:val="0"/>
                <w:bCs/>
                <w:smallCaps w:val="0"/>
                <w:sz w:val="22"/>
              </w:rPr>
              <w:t>Warszawa 2023.</w:t>
            </w:r>
          </w:p>
          <w:p w14:paraId="52106CBE" w14:textId="77777777" w:rsidR="00953256" w:rsidRPr="00455B9B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Pływaczewski W. Narodowska J.Duda M.,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 w:val="22"/>
              </w:rPr>
              <w:t xml:space="preserve">Profilaktyka zachowań patologicznych wśród młodzieży,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Difin, Warszawa 2023.</w:t>
            </w:r>
          </w:p>
          <w:p w14:paraId="5B289C59" w14:textId="77777777" w:rsidR="00953256" w:rsidRPr="00B159D9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t>Rowicka M., S</w:t>
            </w:r>
            <w:r w:rsidRPr="00B159D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kuteczna profilaktyka uzależnień behawioralnych, ORE, Warszawa 2019</w:t>
            </w:r>
          </w:p>
          <w:p w14:paraId="4002EEAE" w14:textId="77777777" w:rsidR="00953256" w:rsidRPr="00B159D9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Skwarek B., Wullbach E., Lewicka I.,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Patologie i uzależnienia, wybrane problemy teorii i praktyki, </w:t>
            </w:r>
            <w:r w:rsidRPr="00B159D9">
              <w:rPr>
                <w:rFonts w:ascii="Corbel" w:hAnsi="Corbel" w:cs="DejaVuSans"/>
                <w:lang w:eastAsia="pl-PL"/>
              </w:rPr>
              <w:t>Łódź 2014</w:t>
            </w:r>
          </w:p>
          <w:p w14:paraId="4B8B55B6" w14:textId="77777777" w:rsidR="00953256" w:rsidRPr="00B159D9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Szymańska J.,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programy profilaktyczne. Podstawy profesjonalnej psychoprofilaktyki, </w:t>
            </w:r>
            <w:r w:rsidRPr="00B159D9">
              <w:rPr>
                <w:rFonts w:ascii="Corbel" w:hAnsi="Corbel" w:cs="DejaVuSans"/>
                <w:lang w:eastAsia="pl-PL"/>
              </w:rPr>
              <w:t>Warszawa 2012</w:t>
            </w:r>
          </w:p>
          <w:p w14:paraId="3B64126A" w14:textId="77777777" w:rsidR="00953256" w:rsidRPr="00B159D9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Porzak R.,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Profilaktyka w szkole, stan i rekomendacje dla systemu oddziaływań profilaktycznych w Polsce, </w:t>
            </w:r>
            <w:r w:rsidRPr="00B159D9">
              <w:rPr>
                <w:rFonts w:ascii="Corbel" w:hAnsi="Corbel" w:cs="DejaVuSans"/>
                <w:lang w:eastAsia="pl-PL"/>
              </w:rPr>
              <w:t>Lublin 2019.</w:t>
            </w:r>
          </w:p>
          <w:p w14:paraId="5EF33501" w14:textId="2BAC4255" w:rsidR="00953256" w:rsidRPr="00076F58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85747A" w:rsidRPr="009C54AE" w14:paraId="49BB5F9A" w14:textId="77777777" w:rsidTr="0071620A">
        <w:trPr>
          <w:trHeight w:val="397"/>
        </w:trPr>
        <w:tc>
          <w:tcPr>
            <w:tcW w:w="7513" w:type="dxa"/>
          </w:tcPr>
          <w:p w14:paraId="2CC5B251" w14:textId="77777777" w:rsidR="00953256" w:rsidRPr="00B159D9" w:rsidRDefault="00953256" w:rsidP="00953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7568F37" w14:textId="77777777" w:rsidR="00953256" w:rsidRPr="00B159D9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Bogdanko A., (red.) </w:t>
            </w:r>
            <w:r w:rsidRPr="00B159D9">
              <w:rPr>
                <w:rFonts w:ascii="Corbel" w:hAnsi="Corbel" w:cs="DejaVuSans-Oblique"/>
                <w:i/>
                <w:iCs/>
                <w:lang w:eastAsia="pl-PL"/>
              </w:rPr>
              <w:t>Wspomaganie procesu wychowawczego</w:t>
            </w:r>
          </w:p>
          <w:p w14:paraId="0EC0F6E4" w14:textId="77777777" w:rsidR="00953256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-Oblique"/>
                <w:i/>
                <w:iCs/>
                <w:lang w:eastAsia="pl-PL"/>
              </w:rPr>
              <w:t>programami profilaktyczno-edukacyjnym</w:t>
            </w:r>
            <w:r w:rsidRPr="00B159D9">
              <w:rPr>
                <w:rFonts w:ascii="Corbel" w:hAnsi="Corbel" w:cs="DejaVuSans"/>
                <w:lang w:eastAsia="pl-PL"/>
              </w:rPr>
              <w:t>i, Kraków 2009.</w:t>
            </w:r>
          </w:p>
          <w:p w14:paraId="1BCC4E5D" w14:textId="77777777" w:rsidR="00953256" w:rsidRPr="00B159D9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>
              <w:rPr>
                <w:rFonts w:ascii="Corbel" w:hAnsi="Corbel" w:cs="DejaVuSans"/>
                <w:lang w:eastAsia="pl-PL"/>
              </w:rPr>
              <w:t xml:space="preserve">Gaś Z., </w:t>
            </w:r>
            <w:r w:rsidRPr="00F32F68">
              <w:rPr>
                <w:rFonts w:ascii="Corbel" w:hAnsi="Corbel" w:cs="DejaVuSans"/>
                <w:i/>
                <w:iCs/>
                <w:lang w:eastAsia="pl-PL"/>
              </w:rPr>
              <w:t>Nowe wyzwania profilaktyki</w:t>
            </w:r>
            <w:r>
              <w:rPr>
                <w:rFonts w:ascii="Corbel" w:hAnsi="Corbel" w:cs="DejaVuSans"/>
                <w:lang w:eastAsia="pl-PL"/>
              </w:rPr>
              <w:t>, 2016</w:t>
            </w:r>
          </w:p>
          <w:p w14:paraId="07E70ED8" w14:textId="77777777" w:rsidR="00953256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>
              <w:rPr>
                <w:rFonts w:ascii="Corbel" w:hAnsi="Corbel" w:cs="DejaVuSans"/>
                <w:lang w:eastAsia="pl-PL"/>
              </w:rPr>
              <w:t xml:space="preserve">Ostaszewski K., </w:t>
            </w:r>
            <w:r w:rsidRPr="00F32F68">
              <w:rPr>
                <w:rFonts w:ascii="Corbel" w:hAnsi="Corbel" w:cs="DejaVuSans"/>
                <w:i/>
                <w:iCs/>
                <w:lang w:eastAsia="pl-PL"/>
              </w:rPr>
              <w:t>Standardy profilaktyki</w:t>
            </w:r>
            <w:r>
              <w:rPr>
                <w:rFonts w:ascii="Corbel" w:hAnsi="Corbel" w:cs="DejaVuSans"/>
                <w:i/>
                <w:iCs/>
                <w:lang w:eastAsia="pl-PL"/>
              </w:rPr>
              <w:t xml:space="preserve">, </w:t>
            </w:r>
            <w:r>
              <w:rPr>
                <w:rFonts w:ascii="Corbel" w:hAnsi="Corbel" w:cs="DejaVuSans"/>
                <w:lang w:eastAsia="pl-PL"/>
              </w:rPr>
              <w:t>Warszawa 2016</w:t>
            </w:r>
          </w:p>
          <w:p w14:paraId="46312BC4" w14:textId="77777777" w:rsidR="00953256" w:rsidRPr="00B159D9" w:rsidRDefault="00953256" w:rsidP="009532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Szymańska J.,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Zapobieganie samobójstwom dzieci i młodzieży, </w:t>
            </w:r>
            <w:r w:rsidRPr="00B159D9">
              <w:rPr>
                <w:rFonts w:ascii="Corbel" w:hAnsi="Corbel" w:cs="DejaVuSans"/>
                <w:lang w:eastAsia="pl-PL"/>
              </w:rPr>
              <w:t>Warszawa 2016</w:t>
            </w:r>
          </w:p>
          <w:p w14:paraId="2AD1B28C" w14:textId="77777777" w:rsidR="003A2099" w:rsidRPr="003A2099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344F80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FC85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A588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DC920" w14:textId="77777777" w:rsidR="008F4235" w:rsidRDefault="008F4235" w:rsidP="00C16ABF">
      <w:pPr>
        <w:spacing w:after="0" w:line="240" w:lineRule="auto"/>
      </w:pPr>
      <w:r>
        <w:separator/>
      </w:r>
    </w:p>
  </w:endnote>
  <w:endnote w:type="continuationSeparator" w:id="0">
    <w:p w14:paraId="2C89E125" w14:textId="77777777" w:rsidR="008F4235" w:rsidRDefault="008F42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C74C1" w14:textId="77777777" w:rsidR="008F4235" w:rsidRDefault="008F4235" w:rsidP="00C16ABF">
      <w:pPr>
        <w:spacing w:after="0" w:line="240" w:lineRule="auto"/>
      </w:pPr>
      <w:r>
        <w:separator/>
      </w:r>
    </w:p>
  </w:footnote>
  <w:footnote w:type="continuationSeparator" w:id="0">
    <w:p w14:paraId="2E54488D" w14:textId="77777777" w:rsidR="008F4235" w:rsidRDefault="008F4235" w:rsidP="00C16ABF">
      <w:pPr>
        <w:spacing w:after="0" w:line="240" w:lineRule="auto"/>
      </w:pPr>
      <w:r>
        <w:continuationSeparator/>
      </w:r>
    </w:p>
  </w:footnote>
  <w:footnote w:id="1">
    <w:p w14:paraId="755106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B0"/>
    <w:rsid w:val="000077B4"/>
    <w:rsid w:val="00015B8F"/>
    <w:rsid w:val="00022ECE"/>
    <w:rsid w:val="00042A51"/>
    <w:rsid w:val="00042D2E"/>
    <w:rsid w:val="00044C82"/>
    <w:rsid w:val="00056916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36C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97CCD"/>
    <w:rsid w:val="001A278F"/>
    <w:rsid w:val="001A70D2"/>
    <w:rsid w:val="001B341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177"/>
    <w:rsid w:val="00244ABC"/>
    <w:rsid w:val="00260D8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03E7"/>
    <w:rsid w:val="003018BA"/>
    <w:rsid w:val="00302E01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510"/>
    <w:rsid w:val="003A0A5B"/>
    <w:rsid w:val="003A1176"/>
    <w:rsid w:val="003A2099"/>
    <w:rsid w:val="003B1BE4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4EA"/>
    <w:rsid w:val="004706D1"/>
    <w:rsid w:val="00471326"/>
    <w:rsid w:val="0047598D"/>
    <w:rsid w:val="004840B8"/>
    <w:rsid w:val="004840FD"/>
    <w:rsid w:val="00490F7D"/>
    <w:rsid w:val="00491678"/>
    <w:rsid w:val="004968E2"/>
    <w:rsid w:val="004A299A"/>
    <w:rsid w:val="004A3314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1BAC"/>
    <w:rsid w:val="005363C4"/>
    <w:rsid w:val="00536BDE"/>
    <w:rsid w:val="00543ACC"/>
    <w:rsid w:val="0054523A"/>
    <w:rsid w:val="0056696D"/>
    <w:rsid w:val="00573EF9"/>
    <w:rsid w:val="0059484D"/>
    <w:rsid w:val="005A0855"/>
    <w:rsid w:val="005A3196"/>
    <w:rsid w:val="005B45C4"/>
    <w:rsid w:val="005C080F"/>
    <w:rsid w:val="005C55E5"/>
    <w:rsid w:val="005C696A"/>
    <w:rsid w:val="005E6E85"/>
    <w:rsid w:val="005F31D2"/>
    <w:rsid w:val="0061029B"/>
    <w:rsid w:val="00612781"/>
    <w:rsid w:val="00617230"/>
    <w:rsid w:val="00621CE1"/>
    <w:rsid w:val="00627FC9"/>
    <w:rsid w:val="00647FA8"/>
    <w:rsid w:val="00650C5F"/>
    <w:rsid w:val="00654934"/>
    <w:rsid w:val="006620D9"/>
    <w:rsid w:val="006666EC"/>
    <w:rsid w:val="00670B0A"/>
    <w:rsid w:val="00671958"/>
    <w:rsid w:val="00675843"/>
    <w:rsid w:val="00696477"/>
    <w:rsid w:val="006A5A9A"/>
    <w:rsid w:val="006B0D0D"/>
    <w:rsid w:val="006D050F"/>
    <w:rsid w:val="006D6139"/>
    <w:rsid w:val="006E5D65"/>
    <w:rsid w:val="006E72B4"/>
    <w:rsid w:val="006F1282"/>
    <w:rsid w:val="006F1FBC"/>
    <w:rsid w:val="006F31E2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76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C94"/>
    <w:rsid w:val="008E64F4"/>
    <w:rsid w:val="008F12C9"/>
    <w:rsid w:val="008F4235"/>
    <w:rsid w:val="008F6E29"/>
    <w:rsid w:val="00916188"/>
    <w:rsid w:val="00923D7D"/>
    <w:rsid w:val="00946C55"/>
    <w:rsid w:val="009508DF"/>
    <w:rsid w:val="00950DAC"/>
    <w:rsid w:val="00951286"/>
    <w:rsid w:val="00953256"/>
    <w:rsid w:val="00954A07"/>
    <w:rsid w:val="00992CC9"/>
    <w:rsid w:val="00997F14"/>
    <w:rsid w:val="009A78D9"/>
    <w:rsid w:val="009C1331"/>
    <w:rsid w:val="009C3E31"/>
    <w:rsid w:val="009C54AE"/>
    <w:rsid w:val="009C788E"/>
    <w:rsid w:val="009D30CC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17E8"/>
    <w:rsid w:val="00A36899"/>
    <w:rsid w:val="00A371F6"/>
    <w:rsid w:val="00A43BF6"/>
    <w:rsid w:val="00A4797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845"/>
    <w:rsid w:val="00B06142"/>
    <w:rsid w:val="00B10C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B520A"/>
    <w:rsid w:val="00BC4B4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248"/>
    <w:rsid w:val="00C26CB7"/>
    <w:rsid w:val="00C324C1"/>
    <w:rsid w:val="00C36992"/>
    <w:rsid w:val="00C56036"/>
    <w:rsid w:val="00C61DC5"/>
    <w:rsid w:val="00C648B3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52C9"/>
    <w:rsid w:val="00D425B2"/>
    <w:rsid w:val="00D428D6"/>
    <w:rsid w:val="00D45C4A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F320D"/>
    <w:rsid w:val="00DF71C8"/>
    <w:rsid w:val="00E012F8"/>
    <w:rsid w:val="00E1144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6F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6F34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91BA"/>
  <w15:docId w15:val="{0F2887CD-7BF3-4956-8265-BC82FFBA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B70A-9AC6-4446-AB71-A8BAE611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1028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2024-09-15T15:31:00Z</dcterms:created>
  <dcterms:modified xsi:type="dcterms:W3CDTF">2024-09-25T11:10:00Z</dcterms:modified>
</cp:coreProperties>
</file>